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6F33CA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1332C1">
        <w:rPr>
          <w:b/>
          <w:color w:val="FF5200" w:themeColor="accent2"/>
          <w:sz w:val="36"/>
          <w:szCs w:val="36"/>
        </w:rPr>
        <w:t>názvem „</w:t>
      </w:r>
      <w:r w:rsidR="001332C1" w:rsidRPr="001332C1">
        <w:rPr>
          <w:b/>
          <w:color w:val="FF5200" w:themeColor="accent2"/>
          <w:sz w:val="36"/>
          <w:szCs w:val="36"/>
        </w:rPr>
        <w:t>Modernizace osvětlení v</w:t>
      </w:r>
      <w:r w:rsidR="00955A3B">
        <w:rPr>
          <w:b/>
          <w:color w:val="FF5200" w:themeColor="accent2"/>
          <w:sz w:val="36"/>
          <w:szCs w:val="36"/>
        </w:rPr>
        <w:t>e vybraných lokalitách 2024</w:t>
      </w:r>
      <w:r w:rsidR="0031280B" w:rsidRPr="001332C1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A7740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77400" w:rsidRPr="00A7740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15590/2024-SŽ-OŘ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commentRangeStart w:id="0" w:displacedByCustomXml="prev"/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  <w:commentRangeEnd w:id="0"/>
          <w:r w:rsidR="002243A8">
            <w:rPr>
              <w:rStyle w:val="Odkaznakoment"/>
            </w:rPr>
            <w:commentReference w:id="0"/>
          </w:r>
        </w:p>
        <w:p w14:paraId="1CE0935E" w14:textId="3179E676" w:rsidR="00A77400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7789630" w:history="1">
            <w:r w:rsidR="00A77400" w:rsidRPr="00790F21">
              <w:rPr>
                <w:rStyle w:val="Hypertextovodkaz"/>
                <w:noProof/>
              </w:rPr>
              <w:t>Kapitola 1.</w:t>
            </w:r>
            <w:r w:rsidR="00A7740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A77400" w:rsidRPr="00790F21">
              <w:rPr>
                <w:rStyle w:val="Hypertextovodkaz"/>
                <w:noProof/>
              </w:rPr>
              <w:t>Základní údaje k nabídce</w:t>
            </w:r>
            <w:r w:rsidR="00A77400">
              <w:rPr>
                <w:noProof/>
                <w:webHidden/>
              </w:rPr>
              <w:tab/>
            </w:r>
            <w:r w:rsidR="00A77400">
              <w:rPr>
                <w:noProof/>
                <w:webHidden/>
              </w:rPr>
              <w:fldChar w:fldCharType="begin"/>
            </w:r>
            <w:r w:rsidR="00A77400">
              <w:rPr>
                <w:noProof/>
                <w:webHidden/>
              </w:rPr>
              <w:instrText xml:space="preserve"> PAGEREF _Toc167789630 \h </w:instrText>
            </w:r>
            <w:r w:rsidR="00A77400">
              <w:rPr>
                <w:noProof/>
                <w:webHidden/>
              </w:rPr>
            </w:r>
            <w:r w:rsidR="00A77400">
              <w:rPr>
                <w:noProof/>
                <w:webHidden/>
              </w:rPr>
              <w:fldChar w:fldCharType="separate"/>
            </w:r>
            <w:r w:rsidR="00A77400">
              <w:rPr>
                <w:noProof/>
                <w:webHidden/>
              </w:rPr>
              <w:t>2</w:t>
            </w:r>
            <w:r w:rsidR="00A77400">
              <w:rPr>
                <w:noProof/>
                <w:webHidden/>
              </w:rPr>
              <w:fldChar w:fldCharType="end"/>
            </w:r>
          </w:hyperlink>
        </w:p>
        <w:p w14:paraId="6E823E55" w14:textId="67D91A84" w:rsidR="00A77400" w:rsidRDefault="00A7740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89631" w:history="1">
            <w:r w:rsidRPr="00790F21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90F21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_Toc167789631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9E4422" w14:textId="1F6F3BF8" w:rsidR="00A77400" w:rsidRDefault="00A7740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89632" w:history="1">
            <w:r w:rsidRPr="00790F21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90F21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_Toc167789632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A88C90" w14:textId="177094E7" w:rsidR="00A77400" w:rsidRDefault="00A7740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89633" w:history="1">
            <w:r w:rsidRPr="00790F21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90F21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_Toc167789633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2563B4" w14:textId="5C056A18" w:rsidR="00A77400" w:rsidRDefault="00A7740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89634" w:history="1">
            <w:r w:rsidRPr="00790F21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90F21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_Toc167789634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6EBFBD" w14:textId="27ED9887" w:rsidR="00A77400" w:rsidRDefault="00A7740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89635" w:history="1">
            <w:r w:rsidRPr="00790F21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90F21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_Toc167789635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BE9D36" w14:textId="5095ED22" w:rsidR="00A77400" w:rsidRDefault="00A7740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89636" w:history="1">
            <w:r w:rsidRPr="00790F21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90F21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_Toc167789636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A1FB82" w14:textId="48009938" w:rsidR="00A77400" w:rsidRDefault="00A7740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89637" w:history="1">
            <w:r w:rsidRPr="00790F21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90F21">
              <w:rPr>
                <w:rStyle w:val="Hypertextovodkaz"/>
                <w:noProof/>
              </w:rPr>
              <w:t>Čestné</w:t>
            </w:r>
            <w:r w:rsidRPr="00790F2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_Toc167789637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3A6A5D" w14:textId="587A2454" w:rsidR="00A77400" w:rsidRDefault="00A7740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89638" w:history="1">
            <w:r w:rsidRPr="00790F21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90F21">
              <w:rPr>
                <w:rStyle w:val="Hypertextovodkaz"/>
                <w:noProof/>
              </w:rPr>
              <w:t>Čestné</w:t>
            </w:r>
            <w:r w:rsidRPr="00790F21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_Toc167789638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0F5E34" w14:textId="42751262" w:rsidR="00A77400" w:rsidRDefault="00A7740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89639" w:history="1">
            <w:r w:rsidRPr="00790F21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90F21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_Toc167789639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9DEACD" w14:textId="5A02DFFF" w:rsidR="00A77400" w:rsidRDefault="00A77400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89640" w:history="1">
            <w:r w:rsidRPr="00790F21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790F21">
              <w:rPr>
                <w:rStyle w:val="Hypertextovodkaz"/>
                <w:noProof/>
              </w:rPr>
              <w:t>Čestné</w:t>
            </w:r>
            <w:r w:rsidRPr="00790F21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_Toc167789640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145825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67789630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Pr="001332C1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1332C1">
        <w:rPr>
          <w:rFonts w:eastAsia="Times New Roman" w:cs="Times New Roman"/>
          <w:lang w:eastAsia="cs-CZ"/>
        </w:rPr>
        <w:t>Ústí nad Labem, Železničářská 1386/31, PSČ 400 03</w:t>
      </w:r>
    </w:p>
    <w:p w14:paraId="51E167B5" w14:textId="52E4755D" w:rsidR="00EA444A" w:rsidRDefault="00EA444A" w:rsidP="001332C1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 w:rsidRPr="001332C1">
        <w:rPr>
          <w:rFonts w:eastAsia="Times New Roman" w:cs="Times New Roman"/>
          <w:lang w:eastAsia="cs-CZ"/>
        </w:rPr>
        <w:t xml:space="preserve">Zastoupená </w:t>
      </w:r>
      <w:r w:rsidR="001332C1" w:rsidRPr="001332C1">
        <w:t>Ing. Martinem Kašparem</w:t>
      </w:r>
      <w:r w:rsidRPr="001332C1">
        <w:t xml:space="preserve">, </w:t>
      </w:r>
      <w:r w:rsidR="001332C1" w:rsidRPr="001332C1">
        <w:t>ředitelem organizační jednotky</w:t>
      </w:r>
      <w:r w:rsidRPr="001332C1">
        <w:t xml:space="preserve"> na základě pověření č. </w:t>
      </w:r>
      <w:r w:rsidR="001332C1" w:rsidRPr="001332C1">
        <w:t>2652</w:t>
      </w:r>
      <w:r w:rsidRPr="001332C1">
        <w:t xml:space="preserve"> ze dne </w:t>
      </w:r>
      <w:r w:rsidR="001332C1" w:rsidRPr="001332C1">
        <w:t>22. 02. 2019</w:t>
      </w:r>
      <w:r w:rsidRPr="001332C1">
        <w:t>.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7A50F874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1332C1">
        <w:t>Výzvy k podání nabíd</w:t>
      </w:r>
      <w:r w:rsidR="004C76E9" w:rsidRPr="001332C1">
        <w:t>ky</w:t>
      </w:r>
      <w:r w:rsidRPr="001332C1">
        <w:t xml:space="preserve"> na veřejnou zakázku zadávanou</w:t>
      </w:r>
      <w:r w:rsidR="004C76E9" w:rsidRPr="001332C1">
        <w:t xml:space="preserve"> jako </w:t>
      </w:r>
      <w:r w:rsidR="000128D4" w:rsidRPr="001332C1">
        <w:rPr>
          <w:rFonts w:eastAsia="Times New Roman" w:cs="Times New Roman"/>
          <w:lang w:eastAsia="cs-CZ"/>
        </w:rPr>
        <w:t>podlimitní sektorovou veřejnou zakázku</w:t>
      </w:r>
      <w:r w:rsidRPr="001332C1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51DE6255" w14:textId="32A34746" w:rsidR="001332C1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1332C1">
        <w:t>:</w:t>
      </w:r>
      <w:r>
        <w:t xml:space="preserve"> </w:t>
      </w:r>
      <w:r w:rsidR="001332C1">
        <w:tab/>
      </w:r>
      <w:r w:rsidR="001332C1">
        <w:tab/>
      </w:r>
      <w:r w:rsidR="001332C1" w:rsidRPr="00A52782">
        <w:rPr>
          <w:noProof/>
          <w:highlight w:val="yellow"/>
        </w:rPr>
        <w:t xml:space="preserve">[DOPLNÍ </w:t>
      </w:r>
      <w:r w:rsidR="001332C1">
        <w:rPr>
          <w:noProof/>
          <w:highlight w:val="yellow"/>
        </w:rPr>
        <w:t>ÚČASTNÍK</w:t>
      </w:r>
      <w:r w:rsidR="001332C1" w:rsidRPr="00A52782">
        <w:rPr>
          <w:rFonts w:asciiTheme="majorHAnsi" w:hAnsiTheme="majorHAnsi"/>
          <w:noProof/>
          <w:highlight w:val="yellow"/>
        </w:rPr>
        <w:t>]</w:t>
      </w:r>
    </w:p>
    <w:p w14:paraId="718820E4" w14:textId="798C544A" w:rsidR="001332C1" w:rsidRDefault="001332C1" w:rsidP="008B1A2C">
      <w:pPr>
        <w:rPr>
          <w:highlight w:val="yellow"/>
        </w:rPr>
      </w:pPr>
      <w:r>
        <w:t>DPH: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52782">
        <w:rPr>
          <w:noProof/>
          <w:highlight w:val="yellow"/>
        </w:rPr>
        <w:t xml:space="preserve">[DOPLNÍ </w:t>
      </w:r>
      <w:r>
        <w:rPr>
          <w:noProof/>
          <w:highlight w:val="yellow"/>
        </w:rPr>
        <w:t>ÚČASTNÍK</w:t>
      </w:r>
      <w:r w:rsidRPr="00A52782">
        <w:rPr>
          <w:rFonts w:asciiTheme="majorHAnsi" w:hAnsiTheme="majorHAnsi"/>
          <w:noProof/>
          <w:highlight w:val="yellow"/>
        </w:rPr>
        <w:t>]</w:t>
      </w:r>
    </w:p>
    <w:p w14:paraId="4DC8BD60" w14:textId="6FB0DF1E" w:rsidR="008B1A2C" w:rsidRDefault="001332C1" w:rsidP="008B1A2C">
      <w:r w:rsidRPr="001332C1">
        <w:t>Ce</w:t>
      </w:r>
      <w:r>
        <w:t>lková nabídková</w:t>
      </w:r>
      <w:r w:rsidRPr="001332C1">
        <w:t xml:space="preserve"> c</w:t>
      </w:r>
      <w:r>
        <w:t>ena v Kč</w:t>
      </w:r>
      <w:r w:rsidRPr="001332C1">
        <w:t xml:space="preserve"> s DPH:</w:t>
      </w:r>
      <w:r>
        <w:tab/>
      </w:r>
      <w:r>
        <w:tab/>
      </w:r>
      <w:r>
        <w:tab/>
      </w:r>
      <w:r w:rsidRPr="00A52782">
        <w:rPr>
          <w:noProof/>
          <w:highlight w:val="yellow"/>
        </w:rPr>
        <w:t xml:space="preserve">[DOPLNÍ </w:t>
      </w:r>
      <w:r>
        <w:rPr>
          <w:noProof/>
          <w:highlight w:val="yellow"/>
        </w:rPr>
        <w:t>ÚČASTNÍK</w:t>
      </w:r>
      <w:r w:rsidRPr="00A52782">
        <w:rPr>
          <w:rFonts w:asciiTheme="majorHAnsi" w:hAnsiTheme="majorHAnsi"/>
          <w:noProof/>
          <w:highlight w:val="yellow"/>
        </w:rPr>
        <w:t>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7689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7689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67789631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7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6778963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6778963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67789634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2F43502C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</w:t>
      </w:r>
      <w:r w:rsidR="00E85D44" w:rsidRPr="001332C1">
        <w:rPr>
          <w:rFonts w:eastAsia="Times New Roman" w:cs="Times New Roman"/>
          <w:lang w:eastAsia="cs-CZ"/>
        </w:rPr>
        <w:t xml:space="preserve">alespoň </w:t>
      </w:r>
      <w:r w:rsidR="001332C1" w:rsidRPr="001332C1">
        <w:rPr>
          <w:rFonts w:eastAsia="Times New Roman" w:cs="Times New Roman"/>
          <w:b/>
          <w:bCs/>
          <w:lang w:eastAsia="cs-CZ"/>
        </w:rPr>
        <w:t>3</w:t>
      </w:r>
      <w:r w:rsidR="00E85D44" w:rsidRPr="001332C1">
        <w:rPr>
          <w:rFonts w:eastAsia="Times New Roman" w:cs="Times New Roman"/>
          <w:b/>
          <w:bCs/>
          <w:lang w:eastAsia="cs-CZ"/>
        </w:rPr>
        <w:t xml:space="preserve"> významn</w:t>
      </w:r>
      <w:r w:rsidR="001332C1" w:rsidRPr="001332C1">
        <w:rPr>
          <w:rFonts w:eastAsia="Times New Roman" w:cs="Times New Roman"/>
          <w:b/>
          <w:bCs/>
          <w:lang w:eastAsia="cs-CZ"/>
        </w:rPr>
        <w:t xml:space="preserve">é </w:t>
      </w:r>
      <w:r w:rsidR="00E85D44" w:rsidRPr="001332C1">
        <w:rPr>
          <w:rFonts w:eastAsia="Times New Roman" w:cs="Times New Roman"/>
          <w:b/>
          <w:bCs/>
          <w:lang w:eastAsia="cs-CZ"/>
        </w:rPr>
        <w:t>dodávk</w:t>
      </w:r>
      <w:r w:rsidR="001332C1" w:rsidRPr="001332C1">
        <w:rPr>
          <w:rFonts w:eastAsia="Times New Roman" w:cs="Times New Roman"/>
          <w:b/>
          <w:bCs/>
          <w:lang w:eastAsia="cs-CZ"/>
        </w:rPr>
        <w:t>y</w:t>
      </w:r>
      <w:r w:rsidR="00E85D44">
        <w:rPr>
          <w:rFonts w:eastAsia="Times New Roman" w:cs="Times New Roman"/>
          <w:lang w:eastAsia="cs-CZ"/>
        </w:rPr>
        <w:t xml:space="preserve"> definovan</w:t>
      </w:r>
      <w:r w:rsidR="00A8756C">
        <w:rPr>
          <w:rFonts w:eastAsia="Times New Roman" w:cs="Times New Roman"/>
          <w:lang w:eastAsia="cs-CZ"/>
        </w:rPr>
        <w:t>é</w:t>
      </w:r>
      <w:r w:rsidR="00E85D44">
        <w:rPr>
          <w:rFonts w:eastAsia="Times New Roman" w:cs="Times New Roman"/>
          <w:lang w:eastAsia="cs-CZ"/>
        </w:rPr>
        <w:t xml:space="preserve"> v čl. </w:t>
      </w:r>
      <w:r w:rsidR="00133D19">
        <w:rPr>
          <w:rFonts w:eastAsia="Times New Roman" w:cs="Times New Roman"/>
          <w:lang w:eastAsia="cs-CZ"/>
        </w:rPr>
        <w:t>7.5.1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</w:t>
      </w:r>
      <w:r w:rsidR="00E85D44" w:rsidRPr="001332C1">
        <w:rPr>
          <w:rFonts w:eastAsia="Times New Roman" w:cs="Times New Roman"/>
          <w:lang w:eastAsia="cs-CZ"/>
        </w:rPr>
        <w:t>nabídky za každou</w:t>
      </w:r>
      <w:r w:rsidR="00E85D44">
        <w:rPr>
          <w:rFonts w:eastAsia="Times New Roman" w:cs="Times New Roman"/>
          <w:lang w:eastAsia="cs-CZ"/>
        </w:rPr>
        <w:t xml:space="preserve"> hodnotě </w:t>
      </w:r>
      <w:r w:rsidR="001332C1" w:rsidRPr="001332C1">
        <w:rPr>
          <w:rFonts w:eastAsia="Times New Roman" w:cs="Times New Roman"/>
          <w:b/>
          <w:bCs/>
          <w:lang w:eastAsia="cs-CZ"/>
        </w:rPr>
        <w:t>800 000</w:t>
      </w:r>
      <w:r w:rsidR="00E85D44" w:rsidRPr="001332C1">
        <w:rPr>
          <w:rFonts w:eastAsia="Times New Roman" w:cs="Times New Roman"/>
          <w:b/>
          <w:bCs/>
          <w:lang w:eastAsia="cs-CZ"/>
        </w:rPr>
        <w:t xml:space="preserve"> Kč bez DPH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4ED3EE08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</w:t>
            </w:r>
            <w:r w:rsidR="001332C1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  <w:r>
              <w:rPr>
                <w:rFonts w:eastAsia="Times New Roman" w:cs="Times New Roman"/>
                <w:spacing w:val="-6"/>
                <w:lang w:eastAsia="cs-CZ"/>
              </w:rPr>
              <w:t>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4227970F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348C7E63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</w:t>
            </w:r>
            <w:r w:rsidR="001332C1">
              <w:rPr>
                <w:rFonts w:eastAsia="Times New Roman" w:cs="Times New Roman"/>
                <w:b/>
                <w:spacing w:val="-6"/>
                <w:lang w:eastAsia="cs-CZ"/>
              </w:rPr>
              <w:t xml:space="preserve"> 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>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2B0A2EBA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1332C1">
              <w:rPr>
                <w:rFonts w:eastAsia="Times New Roman" w:cs="Times New Roman"/>
                <w:spacing w:val="-6"/>
                <w:lang w:eastAsia="cs-CZ"/>
              </w:rPr>
              <w:t>výběrového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332C1" w14:paraId="0ECE2D67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48935" w14:textId="77777777" w:rsidR="001332C1" w:rsidRDefault="001332C1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09C62" w14:textId="77777777" w:rsidR="001332C1" w:rsidRDefault="001332C1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C252E" w14:textId="77777777" w:rsidR="001332C1" w:rsidRDefault="001332C1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B3DCA" w14:textId="77777777" w:rsidR="001332C1" w:rsidRDefault="001332C1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1332C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67789635"/>
      <w:r>
        <w:t>Seznam osob</w:t>
      </w:r>
      <w:bookmarkEnd w:id="6"/>
      <w:bookmarkEnd w:id="7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2"/>
        <w:gridCol w:w="4350"/>
      </w:tblGrid>
      <w:tr w:rsidR="00F44645" w14:paraId="23E1AAD0" w14:textId="77777777" w:rsidTr="00E25F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083B475F" w14:textId="77777777" w:rsidR="00F44645" w:rsidRPr="00E25F94" w:rsidRDefault="00F44645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E25F94">
              <w:rPr>
                <w:rFonts w:eastAsia="Times New Roman" w:cs="Times New Roman"/>
                <w:b/>
                <w:bCs/>
                <w:lang w:eastAsia="cs-CZ"/>
              </w:rPr>
              <w:t>Funkce</w:t>
            </w:r>
          </w:p>
        </w:tc>
        <w:tc>
          <w:tcPr>
            <w:tcW w:w="4350" w:type="dxa"/>
          </w:tcPr>
          <w:p w14:paraId="652DAA0D" w14:textId="77777777" w:rsidR="00F44645" w:rsidRPr="00E25F94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cs-CZ"/>
              </w:rPr>
            </w:pPr>
            <w:r w:rsidRPr="00E25F94">
              <w:rPr>
                <w:rFonts w:eastAsia="Times New Roman" w:cs="Times New Roman"/>
                <w:b/>
                <w:bCs/>
                <w:lang w:eastAsia="cs-CZ"/>
              </w:rPr>
              <w:t>Jméno a příjmení</w:t>
            </w:r>
          </w:p>
        </w:tc>
      </w:tr>
      <w:tr w:rsidR="00F44645" w14:paraId="5D07A0DB" w14:textId="77777777" w:rsidTr="006517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  <w:shd w:val="clear" w:color="auto" w:fill="auto"/>
          </w:tcPr>
          <w:p w14:paraId="2362AB3B" w14:textId="4935664C" w:rsidR="00F44645" w:rsidRPr="0036661C" w:rsidRDefault="00651715" w:rsidP="00A327CB">
            <w:pPr>
              <w:rPr>
                <w:rFonts w:eastAsia="Times New Roman" w:cs="Times New Roman"/>
                <w:lang w:eastAsia="cs-CZ"/>
              </w:rPr>
            </w:pPr>
            <w:r w:rsidRPr="0036661C">
              <w:rPr>
                <w:rFonts w:eastAsia="Times New Roman" w:cs="Times New Roman"/>
                <w:lang w:eastAsia="cs-CZ"/>
              </w:rPr>
              <w:t>Vedoucí prací</w:t>
            </w:r>
          </w:p>
        </w:tc>
        <w:tc>
          <w:tcPr>
            <w:tcW w:w="4350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6517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2" w:type="dxa"/>
          </w:tcPr>
          <w:p w14:paraId="08B2CC60" w14:textId="695EB734" w:rsidR="00F44645" w:rsidRPr="0036661C" w:rsidRDefault="00651715" w:rsidP="00A327CB">
            <w:pPr>
              <w:rPr>
                <w:rFonts w:eastAsia="Times New Roman" w:cs="Times New Roman"/>
                <w:lang w:eastAsia="cs-CZ"/>
              </w:rPr>
            </w:pPr>
            <w:r w:rsidRPr="0036661C">
              <w:rPr>
                <w:rFonts w:eastAsia="Times New Roman" w:cs="Times New Roman"/>
                <w:lang w:eastAsia="cs-CZ"/>
              </w:rPr>
              <w:t>Zástupce vedoucího prací</w:t>
            </w:r>
          </w:p>
        </w:tc>
        <w:tc>
          <w:tcPr>
            <w:tcW w:w="4350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6517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6517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36661C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36661C">
        <w:rPr>
          <w:rFonts w:eastAsia="Times New Roman" w:cs="Times New Roman"/>
          <w:lang w:eastAsia="cs-CZ"/>
        </w:rPr>
        <w:t>Přílohy:</w:t>
      </w:r>
    </w:p>
    <w:p w14:paraId="23E77F5D" w14:textId="6E1611C9" w:rsidR="00F44645" w:rsidRPr="0036661C" w:rsidRDefault="0036661C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36661C">
        <w:rPr>
          <w:rFonts w:eastAsia="Times New Roman" w:cs="Times New Roman"/>
          <w:lang w:eastAsia="cs-CZ"/>
        </w:rPr>
        <w:t xml:space="preserve">Životopis </w:t>
      </w:r>
      <w:r>
        <w:rPr>
          <w:rFonts w:eastAsia="Times New Roman" w:cs="Times New Roman"/>
          <w:lang w:eastAsia="cs-CZ"/>
        </w:rPr>
        <w:t>– Vedoucí</w:t>
      </w:r>
      <w:r w:rsidRPr="0036661C">
        <w:rPr>
          <w:rFonts w:eastAsia="Times New Roman" w:cs="Times New Roman"/>
          <w:lang w:eastAsia="cs-CZ"/>
        </w:rPr>
        <w:t xml:space="preserve"> prací </w:t>
      </w:r>
    </w:p>
    <w:p w14:paraId="624F80FA" w14:textId="158A5A6A" w:rsidR="0036661C" w:rsidRPr="0036661C" w:rsidRDefault="0036661C" w:rsidP="0036661C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36661C">
        <w:rPr>
          <w:rFonts w:eastAsia="Times New Roman" w:cs="Times New Roman"/>
          <w:lang w:eastAsia="cs-CZ"/>
        </w:rPr>
        <w:t xml:space="preserve">Životopis </w:t>
      </w:r>
      <w:r>
        <w:rPr>
          <w:rFonts w:eastAsia="Times New Roman" w:cs="Times New Roman"/>
          <w:lang w:eastAsia="cs-CZ"/>
        </w:rPr>
        <w:t>– Zástupce</w:t>
      </w:r>
      <w:r w:rsidRPr="0036661C">
        <w:rPr>
          <w:rFonts w:eastAsia="Times New Roman" w:cs="Times New Roman"/>
          <w:lang w:eastAsia="cs-CZ"/>
        </w:rPr>
        <w:t xml:space="preserve"> vedoucího prací</w:t>
      </w:r>
    </w:p>
    <w:p w14:paraId="32A27CB1" w14:textId="0FA34E0D" w:rsidR="000128D4" w:rsidRDefault="00F44645" w:rsidP="00F44645">
      <w:pPr>
        <w:spacing w:after="0"/>
        <w:rPr>
          <w:rFonts w:eastAsia="Times New Roman" w:cs="Times New Roman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Jiné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8" w:name="_Toc167789636"/>
      <w:r w:rsidRPr="000128D4">
        <w:lastRenderedPageBreak/>
        <w:t>Čestné prohlášení o ekonomické kvalifikaci</w:t>
      </w:r>
      <w:bookmarkEnd w:id="8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3DFE4F93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6DEE087D" w:rsidR="000128D4" w:rsidRPr="00FE59C5" w:rsidRDefault="00CB4BAA" w:rsidP="000128D4">
      <w:r w:rsidRPr="00CB4BAA">
        <w:t>Zadavatel nepožaduje.</w:t>
      </w:r>
    </w:p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9" w:name="_Toc167789637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9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10" w:name="_Toc115422087"/>
      <w:bookmarkStart w:id="11" w:name="_Toc167789638"/>
      <w:r w:rsidRPr="002126E7">
        <w:lastRenderedPageBreak/>
        <w:t>Čestné</w:t>
      </w:r>
      <w:r w:rsidRPr="00364FF2">
        <w:rPr>
          <w:rFonts w:eastAsia="Times New Roman"/>
        </w:rPr>
        <w:t xml:space="preserve"> prohlášení o poddodavatelích</w:t>
      </w:r>
      <w:bookmarkEnd w:id="10"/>
      <w:bookmarkEnd w:id="11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2" w:name="Zaškrtávací1"/>
    <w:p w14:paraId="126C56C4" w14:textId="54F79CBE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B7689F">
        <w:fldChar w:fldCharType="separate"/>
      </w:r>
      <w:r>
        <w:fldChar w:fldCharType="end"/>
      </w:r>
      <w:bookmarkEnd w:id="12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955A3B" w:rsidRPr="00955A3B">
        <w:rPr>
          <w:rFonts w:ascii="Verdana" w:hAnsi="Verdana"/>
          <w:b/>
          <w:bCs/>
        </w:rPr>
        <w:t>Modernizace osvětlení ve vybraných lokalitách 2024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547CB973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B7689F">
        <w:rPr>
          <w:rFonts w:ascii="Verdana" w:hAnsi="Verdana"/>
        </w:rPr>
      </w:r>
      <w:r w:rsidR="00B7689F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955A3B" w:rsidRPr="00955A3B">
        <w:rPr>
          <w:rFonts w:ascii="Verdana" w:hAnsi="Verdana"/>
          <w:b/>
          <w:bCs/>
        </w:rPr>
        <w:t>Modernizace osvětlení ve vybraných lokalitách 2024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3" w:name="_Toc167789639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bookmarkEnd w:id="13"/>
      <w:r w:rsidRPr="00364FF2">
        <w:rPr>
          <w:rFonts w:eastAsia="Times New Roman"/>
        </w:rPr>
        <w:t xml:space="preserve"> </w:t>
      </w:r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18330658" w14:textId="1C15ADC4" w:rsidR="00CB377A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p w14:paraId="53FECEAA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44"/>
        <w:gridCol w:w="2410"/>
        <w:gridCol w:w="3732"/>
      </w:tblGrid>
      <w:tr w:rsidR="00FB7211" w14:paraId="790221D6" w14:textId="77777777" w:rsidTr="00CB4BAA">
        <w:trPr>
          <w:cantSplit/>
        </w:trPr>
        <w:tc>
          <w:tcPr>
            <w:tcW w:w="146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A484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387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A484D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214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A484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CB4BAA">
        <w:trPr>
          <w:cantSplit/>
        </w:trPr>
        <w:sdt>
          <w:sdtPr>
            <w:rPr>
              <w:rFonts w:ascii="Verdana" w:hAnsi="Verdana"/>
            </w:rPr>
            <w:id w:val="804745449"/>
            <w:placeholder>
              <w:docPart w:val="7591A3CEB0CF44CA829DC529712762D5"/>
            </w:placeholder>
          </w:sdtPr>
          <w:sdtEndPr/>
          <w:sdtContent>
            <w:tc>
              <w:tcPr>
                <w:tcW w:w="1464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58D40FD2" w:rsidR="00FB7211" w:rsidRDefault="00CB4BAA" w:rsidP="00CB4BAA">
                <w:pPr>
                  <w:rPr>
                    <w:rFonts w:ascii="Verdana" w:hAnsi="Verdana" w:cs="Times New Roman"/>
                  </w:rPr>
                </w:pPr>
                <w:r w:rsidRPr="00CB4BAA">
                  <w:rPr>
                    <w:rFonts w:ascii="Verdana" w:hAnsi="Verdana"/>
                  </w:rPr>
                  <w:t xml:space="preserve">doklad o odborné způsobilosti dle předpisu SŽ Zam1 </w:t>
                </w:r>
                <w:r w:rsidRPr="00CB4BAA">
                  <w:rPr>
                    <w:rFonts w:ascii="Verdana" w:hAnsi="Verdana"/>
                    <w:b/>
                    <w:bCs/>
                  </w:rPr>
                  <w:t>E-07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387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374544623"/>
            <w:placeholder>
              <w:docPart w:val="4E39395637AE4EF9B47EEBD8F0FB9DA4"/>
            </w:placeholder>
            <w:showingPlcHdr/>
          </w:sdtPr>
          <w:sdtEndPr/>
          <w:sdtContent>
            <w:tc>
              <w:tcPr>
                <w:tcW w:w="2148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4141B72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002845AE" w14:textId="77777777" w:rsidTr="00CB4BAA">
        <w:trPr>
          <w:cantSplit/>
        </w:trPr>
        <w:sdt>
          <w:sdtPr>
            <w:rPr>
              <w:rFonts w:ascii="Verdana" w:hAnsi="Verdana"/>
            </w:rPr>
            <w:id w:val="-246503261"/>
            <w:placeholder>
              <w:docPart w:val="6349F57A6C4247888AB8DA23F91BD2BE"/>
            </w:placeholder>
          </w:sdtPr>
          <w:sdtEndPr/>
          <w:sdtContent>
            <w:tc>
              <w:tcPr>
                <w:tcW w:w="146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6EA689B1" w:rsidR="00FB7211" w:rsidRDefault="00CB4BAA" w:rsidP="00CB4BAA">
                <w:pPr>
                  <w:rPr>
                    <w:rFonts w:ascii="Verdana" w:hAnsi="Verdana"/>
                  </w:rPr>
                </w:pPr>
                <w:r w:rsidRPr="00CB4BAA">
                  <w:rPr>
                    <w:rFonts w:ascii="Verdana" w:hAnsi="Verdana"/>
                  </w:rPr>
                  <w:t xml:space="preserve">doklad o odborné způsobilosti dle předpisu SŽ Zam1 </w:t>
                </w:r>
                <w:r w:rsidRPr="00CB4BAA">
                  <w:rPr>
                    <w:rFonts w:ascii="Verdana" w:hAnsi="Verdana"/>
                    <w:b/>
                    <w:bCs/>
                  </w:rPr>
                  <w:t>E-07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387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97230593"/>
            <w:placeholder>
              <w:docPart w:val="184FA291A7FA49479B872B7D61105EF6"/>
            </w:placeholder>
            <w:showingPlcHdr/>
          </w:sdtPr>
          <w:sdtEndPr/>
          <w:sdtContent>
            <w:tc>
              <w:tcPr>
                <w:tcW w:w="214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557D6C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8E363B" w14:paraId="4A9DECCF" w14:textId="77777777" w:rsidTr="00CB4BAA">
        <w:trPr>
          <w:cantSplit/>
        </w:trPr>
        <w:sdt>
          <w:sdtPr>
            <w:rPr>
              <w:rFonts w:ascii="Verdana" w:hAnsi="Verdana"/>
            </w:rPr>
            <w:id w:val="1117952193"/>
            <w:placeholder>
              <w:docPart w:val="73C938BBF7964BDF9A14213A926CC0DD"/>
            </w:placeholder>
          </w:sdtPr>
          <w:sdtContent>
            <w:sdt>
              <w:sdtPr>
                <w:rPr>
                  <w:rFonts w:ascii="Verdana" w:hAnsi="Verdana"/>
                </w:rPr>
                <w:id w:val="1761403501"/>
                <w:placeholder>
                  <w:docPart w:val="6F37BF8D5DDA47F3A081A2AA36999176"/>
                </w:placeholder>
              </w:sdtPr>
              <w:sdtContent>
                <w:tc>
                  <w:tcPr>
                    <w:tcW w:w="1464" w:type="pct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644A171" w14:textId="634EFDA3" w:rsidR="008E363B" w:rsidRDefault="008E363B" w:rsidP="00CB4BAA">
                    <w:pPr>
                      <w:rPr>
                        <w:rFonts w:ascii="Verdana" w:hAnsi="Verdana"/>
                      </w:rPr>
                    </w:pPr>
                    <w:r w:rsidRPr="00CB4BAA">
                      <w:rPr>
                        <w:rFonts w:ascii="Verdana" w:hAnsi="Verdana"/>
                      </w:rPr>
                      <w:t xml:space="preserve">doklad o odborné způsobilosti dle předpisu SŽ Zam1 </w:t>
                    </w:r>
                    <w:r>
                      <w:rPr>
                        <w:rFonts w:ascii="Verdana" w:hAnsi="Verdana"/>
                        <w:b/>
                        <w:bCs/>
                      </w:rPr>
                      <w:t>TZE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</w:rPr>
            <w:id w:val="1530687254"/>
            <w:placeholder>
              <w:docPart w:val="C0C65D42A517404EA69EE1AF36490922"/>
            </w:placeholder>
            <w:showingPlcHdr/>
          </w:sdtPr>
          <w:sdtContent>
            <w:tc>
              <w:tcPr>
                <w:tcW w:w="1387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1F2521A" w14:textId="006BC637" w:rsidR="008E363B" w:rsidRDefault="008E363B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18388644"/>
            <w:placeholder>
              <w:docPart w:val="9421C73730A7446EA45A786C9244065C"/>
            </w:placeholder>
            <w:showingPlcHdr/>
          </w:sdtPr>
          <w:sdtContent>
            <w:tc>
              <w:tcPr>
                <w:tcW w:w="214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449893" w14:textId="32F6C852" w:rsidR="008E363B" w:rsidRDefault="008E363B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59D08C7F" w14:textId="77777777" w:rsidR="00CB4BAA" w:rsidRDefault="00CB4BAA" w:rsidP="002126E7">
      <w:pPr>
        <w:rPr>
          <w:lang w:eastAsia="cs-CZ"/>
        </w:rPr>
      </w:pPr>
    </w:p>
    <w:p w14:paraId="21389224" w14:textId="77777777" w:rsidR="00CB4BAA" w:rsidRDefault="00CB4BA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7EDE1EEA" w14:textId="77777777" w:rsidR="00CB4BAA" w:rsidRDefault="00CB4BAA" w:rsidP="002126E7">
      <w:pPr>
        <w:rPr>
          <w:lang w:eastAsia="cs-CZ"/>
        </w:rPr>
      </w:pPr>
    </w:p>
    <w:p w14:paraId="1843884D" w14:textId="77777777" w:rsidR="00CB4BAA" w:rsidRDefault="00CB4BAA" w:rsidP="002126E7">
      <w:pPr>
        <w:rPr>
          <w:lang w:eastAsia="cs-CZ"/>
        </w:rPr>
      </w:pPr>
    </w:p>
    <w:p w14:paraId="6E3C895E" w14:textId="77777777" w:rsidR="00CB4BAA" w:rsidRDefault="00CB4BAA" w:rsidP="002126E7">
      <w:pPr>
        <w:rPr>
          <w:lang w:eastAsia="cs-CZ"/>
        </w:rPr>
      </w:pPr>
    </w:p>
    <w:p w14:paraId="6BE53FD7" w14:textId="77777777" w:rsidR="00CB4BAA" w:rsidRDefault="00CB4BAA" w:rsidP="002126E7">
      <w:pPr>
        <w:rPr>
          <w:lang w:eastAsia="cs-CZ"/>
        </w:rPr>
      </w:pPr>
    </w:p>
    <w:p w14:paraId="26DEE851" w14:textId="77777777" w:rsidR="00CB4BAA" w:rsidRDefault="00CB4BAA" w:rsidP="002126E7">
      <w:pPr>
        <w:rPr>
          <w:lang w:eastAsia="cs-CZ"/>
        </w:rPr>
      </w:pPr>
    </w:p>
    <w:p w14:paraId="519E7194" w14:textId="77777777" w:rsidR="00CB4BAA" w:rsidRDefault="00CB4BA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4" w:name="_Toc167789640"/>
      <w:r w:rsidRPr="002126E7">
        <w:lastRenderedPageBreak/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4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16F79DE9" w14:textId="5DBB234A" w:rsidR="006827CF" w:rsidRDefault="006827CF" w:rsidP="006827CF">
      <w:pPr>
        <w:jc w:val="both"/>
      </w:pPr>
      <w:r>
        <w:rPr>
          <w:rFonts w:ascii="Verdana" w:hAnsi="Verdana"/>
        </w:rPr>
        <w:t>Účastník, který podává tuto nabídku, tímto čestně prohlašuje, že</w:t>
      </w:r>
    </w:p>
    <w:p w14:paraId="6A7EB078" w14:textId="77777777" w:rsidR="00CB4BAA" w:rsidRDefault="006827CF" w:rsidP="006827CF">
      <w:pPr>
        <w:jc w:val="both"/>
        <w:rPr>
          <w:rFonts w:ascii="Verdana" w:hAnsi="Verdana"/>
        </w:rPr>
      </w:pPr>
      <w:r w:rsidRPr="006827CF">
        <w:rPr>
          <w:rFonts w:ascii="Verdana" w:hAnsi="Verdana"/>
        </w:rPr>
        <w:t xml:space="preserve">do 30 dní od podpisu </w:t>
      </w:r>
      <w:r>
        <w:rPr>
          <w:rFonts w:ascii="Verdana" w:hAnsi="Verdana"/>
        </w:rPr>
        <w:t>smlouvy</w:t>
      </w:r>
      <w:r w:rsidRPr="006827CF">
        <w:rPr>
          <w:rFonts w:ascii="Verdana" w:hAnsi="Verdana"/>
        </w:rPr>
        <w:t xml:space="preserve"> nebo nejpozději v den zahájení prací</w:t>
      </w:r>
      <w:r w:rsidR="00AC029F">
        <w:rPr>
          <w:rFonts w:ascii="Verdana" w:hAnsi="Verdana"/>
        </w:rPr>
        <w:t xml:space="preserve">, </w:t>
      </w:r>
      <w:r w:rsidRPr="006827CF">
        <w:rPr>
          <w:rFonts w:ascii="Verdana" w:hAnsi="Verdana"/>
        </w:rPr>
        <w:t>v případě, že od podpisu smlouvy do zahájení prací bude méně než 30 dní</w:t>
      </w:r>
      <w:r w:rsidR="00AC029F">
        <w:rPr>
          <w:rFonts w:ascii="Verdana" w:hAnsi="Verdana"/>
        </w:rPr>
        <w:t>,</w:t>
      </w:r>
      <w:r w:rsidRPr="006827CF">
        <w:rPr>
          <w:rFonts w:ascii="Verdana" w:hAnsi="Verdana"/>
        </w:rPr>
        <w:t xml:space="preserve"> budou mít všichni jeho zaměstnanci a zaměstnanci poddodavatelů podílejících se na veřejné zakázce</w:t>
      </w:r>
    </w:p>
    <w:p w14:paraId="41D7734B" w14:textId="124B36B6" w:rsidR="006827CF" w:rsidRDefault="00AC029F" w:rsidP="006827CF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 vydáno </w:t>
      </w:r>
      <w:r w:rsidR="006827CF" w:rsidRPr="006827CF">
        <w:rPr>
          <w:rFonts w:ascii="Verdana" w:hAnsi="Verdana"/>
        </w:rPr>
        <w:t>oprávnění ke vstupu do provozované železniční dopravní cesty.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0B34B067" w14:textId="0B840467" w:rsidR="002126E7" w:rsidRDefault="00CB4BAA" w:rsidP="002126E7">
      <w:pPr>
        <w:rPr>
          <w:lang w:eastAsia="cs-CZ"/>
        </w:rPr>
      </w:pPr>
      <w:r w:rsidRPr="00CB4BAA">
        <w:rPr>
          <w:highlight w:val="green"/>
          <w:lang w:eastAsia="cs-CZ"/>
        </w:rPr>
        <w:t>V</w:t>
      </w:r>
      <w:r w:rsidR="002126E7" w:rsidRPr="00CB4BAA">
        <w:rPr>
          <w:highlight w:val="green"/>
          <w:lang w:eastAsia="cs-CZ"/>
        </w:rPr>
        <w:t xml:space="preserve">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8"/>
      <w:footerReference w:type="first" r:id="rId19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Šorf David, Mgr." w:date="2020-06-25T08:38:00Z" w:initials="ŠDM">
    <w:p w14:paraId="1D9C55FF" w14:textId="77777777" w:rsidR="00A327CB" w:rsidRDefault="00A327CB">
      <w:pPr>
        <w:pStyle w:val="Textkomente"/>
      </w:pPr>
      <w:r>
        <w:rPr>
          <w:rStyle w:val="Odkaznakoment"/>
        </w:rPr>
        <w:annotationRef/>
      </w:r>
      <w:r>
        <w:t>po dokončení editace krycího listu aktualizovat obsah stisknutím tlačítka aktualizovat tabulku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D9C55F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D9C55FF" w16cid:durableId="27A996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78533796" name="Obrázek 20785337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Šorf David, Mgr.">
    <w15:presenceInfo w15:providerId="AD" w15:userId="S-1-5-21-3656830906-3839017365-80349702-149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C0C04"/>
    <w:rsid w:val="000E23A7"/>
    <w:rsid w:val="000F5766"/>
    <w:rsid w:val="000F7070"/>
    <w:rsid w:val="0010693F"/>
    <w:rsid w:val="00114472"/>
    <w:rsid w:val="001332C1"/>
    <w:rsid w:val="00133D19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42AA0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6661C"/>
    <w:rsid w:val="003956C6"/>
    <w:rsid w:val="003B0281"/>
    <w:rsid w:val="003B596F"/>
    <w:rsid w:val="00417301"/>
    <w:rsid w:val="00441430"/>
    <w:rsid w:val="00450F07"/>
    <w:rsid w:val="00453CD3"/>
    <w:rsid w:val="0045405A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4330"/>
    <w:rsid w:val="00626DB3"/>
    <w:rsid w:val="00633D9C"/>
    <w:rsid w:val="00651715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24605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C48B2"/>
    <w:rsid w:val="008D03B9"/>
    <w:rsid w:val="008E363B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55A3B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77400"/>
    <w:rsid w:val="00A8756C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AE62CA"/>
    <w:rsid w:val="00B15D0D"/>
    <w:rsid w:val="00B468D2"/>
    <w:rsid w:val="00B75EE1"/>
    <w:rsid w:val="00B7689F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B4BAA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25F94"/>
    <w:rsid w:val="00E34137"/>
    <w:rsid w:val="00E34D19"/>
    <w:rsid w:val="00E36C4A"/>
    <w:rsid w:val="00E46950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aspi://module='ASPI'&amp;link='134/2016%20Sb.%2523'&amp;ucin-k-dni='30.12.9999'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3C938BBF7964BDF9A14213A926CC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153C46-DDBC-4B0B-9FA3-158A45F492E5}"/>
      </w:docPartPr>
      <w:docPartBody>
        <w:p w:rsidR="00F80D77" w:rsidRDefault="00F80D77" w:rsidP="00F80D77">
          <w:pPr>
            <w:pStyle w:val="73C938BBF7964BDF9A14213A926CC0D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F37BF8D5DDA47F3A081A2AA369991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4076F-354B-4229-9923-1AEF719A729E}"/>
      </w:docPartPr>
      <w:docPartBody>
        <w:p w:rsidR="00F80D77" w:rsidRDefault="00F80D77" w:rsidP="00F80D77">
          <w:pPr>
            <w:pStyle w:val="6F37BF8D5DDA47F3A081A2AA3699917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0C65D42A517404EA69EE1AF364909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17DF12-93D9-4704-AC8A-8E0BCA42C2D8}"/>
      </w:docPartPr>
      <w:docPartBody>
        <w:p w:rsidR="00F80D77" w:rsidRDefault="00F80D77" w:rsidP="00F80D77">
          <w:pPr>
            <w:pStyle w:val="C0C65D42A517404EA69EE1AF3649092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421C73730A7446EA45A786C924406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26D5D7-3564-4DAB-8252-402AAA40831F}"/>
      </w:docPartPr>
      <w:docPartBody>
        <w:p w:rsidR="00F80D77" w:rsidRDefault="00F80D77" w:rsidP="00F80D77">
          <w:pPr>
            <w:pStyle w:val="9421C73730A7446EA45A786C9244065C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242AA0"/>
    <w:rsid w:val="0042266B"/>
    <w:rsid w:val="00495FA0"/>
    <w:rsid w:val="005E17D6"/>
    <w:rsid w:val="00702C56"/>
    <w:rsid w:val="00724605"/>
    <w:rsid w:val="00845CFC"/>
    <w:rsid w:val="00964FB4"/>
    <w:rsid w:val="009B2F31"/>
    <w:rsid w:val="00A04586"/>
    <w:rsid w:val="00AE45FC"/>
    <w:rsid w:val="00AE62CA"/>
    <w:rsid w:val="00B97B90"/>
    <w:rsid w:val="00E93E15"/>
    <w:rsid w:val="00F8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80D77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73C938BBF7964BDF9A14213A926CC0DD">
    <w:name w:val="73C938BBF7964BDF9A14213A926CC0DD"/>
    <w:rsid w:val="00F80D7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37BF8D5DDA47F3A081A2AA36999176">
    <w:name w:val="6F37BF8D5DDA47F3A081A2AA36999176"/>
    <w:rsid w:val="00F80D7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0C65D42A517404EA69EE1AF36490922">
    <w:name w:val="C0C65D42A517404EA69EE1AF36490922"/>
    <w:rsid w:val="00F80D7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21C73730A7446EA45A786C9244065C">
    <w:name w:val="9421C73730A7446EA45A786C9244065C"/>
    <w:rsid w:val="00F80D7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110</TotalTime>
  <Pages>12</Pages>
  <Words>1804</Words>
  <Characters>10650</Characters>
  <Application>Microsoft Office Word</Application>
  <DocSecurity>0</DocSecurity>
  <Lines>88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27</cp:revision>
  <cp:lastPrinted>2017-11-28T17:18:00Z</cp:lastPrinted>
  <dcterms:created xsi:type="dcterms:W3CDTF">2023-03-01T08:18:00Z</dcterms:created>
  <dcterms:modified xsi:type="dcterms:W3CDTF">2024-05-28T09:56:00Z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